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F3" w:rsidRPr="00C9739A" w:rsidRDefault="002215F3">
      <w:pPr>
        <w:rPr>
          <w:b/>
          <w:bCs/>
        </w:rPr>
      </w:pPr>
      <w:r w:rsidRPr="00C9739A">
        <w:rPr>
          <w:b/>
          <w:bCs/>
        </w:rPr>
        <w:t>Common Core Stages:</w:t>
      </w:r>
    </w:p>
    <w:p w:rsidR="002215F3" w:rsidRDefault="002215F3" w:rsidP="00C87E36">
      <w:r>
        <w:t>1)Awareness</w:t>
      </w:r>
      <w:r>
        <w:tab/>
        <w:t>2)Skills Development</w:t>
      </w:r>
      <w:r>
        <w:tab/>
        <w:t>3)Implementation</w:t>
      </w:r>
      <w:r>
        <w:tab/>
        <w:t>4)Institutionalization of Practices</w:t>
      </w:r>
    </w:p>
    <w:p w:rsidR="002215F3" w:rsidRDefault="002215F3" w:rsidP="00C87E36">
      <w:r>
        <w:tab/>
        <w:t>** As a school we are at level 1.</w:t>
      </w:r>
    </w:p>
    <w:p w:rsidR="002215F3" w:rsidRPr="00C9739A" w:rsidRDefault="002215F3" w:rsidP="00C87E36">
      <w:pPr>
        <w:rPr>
          <w:b/>
          <w:bCs/>
        </w:rPr>
      </w:pPr>
    </w:p>
    <w:p w:rsidR="002215F3" w:rsidRPr="00C9739A" w:rsidRDefault="002215F3" w:rsidP="00C87E36">
      <w:pPr>
        <w:rPr>
          <w:b/>
          <w:bCs/>
        </w:rPr>
      </w:pPr>
      <w:r w:rsidRPr="00C9739A">
        <w:rPr>
          <w:b/>
          <w:bCs/>
        </w:rPr>
        <w:t>Points to ponder:</w:t>
      </w:r>
    </w:p>
    <w:p w:rsidR="002215F3" w:rsidRDefault="002215F3" w:rsidP="00C87E36">
      <w:r>
        <w:tab/>
        <w:t>*students reading a lot</w:t>
      </w:r>
    </w:p>
    <w:p w:rsidR="002215F3" w:rsidRDefault="002215F3" w:rsidP="00C87E36">
      <w:r>
        <w:tab/>
        <w:t>*students engaged in conversations with peers/teachers a lot</w:t>
      </w:r>
    </w:p>
    <w:p w:rsidR="002215F3" w:rsidRDefault="002215F3" w:rsidP="00C87E36">
      <w:r>
        <w:tab/>
        <w:t>*students writing on paper not sent through a copier</w:t>
      </w:r>
    </w:p>
    <w:p w:rsidR="002215F3" w:rsidRDefault="002215F3" w:rsidP="00C87E36">
      <w:r>
        <w:tab/>
        <w:t xml:space="preserve">*writing – cross-curricular </w:t>
      </w:r>
    </w:p>
    <w:p w:rsidR="002215F3" w:rsidRDefault="002215F3" w:rsidP="00C87E36">
      <w:r>
        <w:tab/>
        <w:t>*literacy standards – for all areas</w:t>
      </w:r>
    </w:p>
    <w:p w:rsidR="002215F3" w:rsidRDefault="002215F3" w:rsidP="00C87E36">
      <w:r>
        <w:tab/>
        <w:t>*writing – 3 categories: argumentative, informational/explanatory, narrative</w:t>
      </w:r>
    </w:p>
    <w:p w:rsidR="002215F3" w:rsidRDefault="002215F3" w:rsidP="00C87E36">
      <w:r>
        <w:tab/>
        <w:t>*teach standards for grade assigned</w:t>
      </w:r>
    </w:p>
    <w:p w:rsidR="002215F3" w:rsidRDefault="002215F3" w:rsidP="00C87E36">
      <w:r>
        <w:tab/>
        <w:t>*text- match chapters with standards for the grade level, X out other chapters</w:t>
      </w:r>
    </w:p>
    <w:p w:rsidR="002215F3" w:rsidRDefault="002215F3" w:rsidP="00C87E36">
      <w:r>
        <w:tab/>
        <w:t>*teach – assess – act on assessments (use “Best Practices”)</w:t>
      </w:r>
    </w:p>
    <w:p w:rsidR="002215F3" w:rsidRDefault="002215F3" w:rsidP="00C87E36">
      <w:r>
        <w:tab/>
        <w:t>*chunk – check – plan</w:t>
      </w:r>
    </w:p>
    <w:p w:rsidR="002215F3" w:rsidRDefault="002215F3" w:rsidP="00C87E36">
      <w:r>
        <w:tab/>
        <w:t>*technology – student use</w:t>
      </w:r>
    </w:p>
    <w:p w:rsidR="002215F3" w:rsidRPr="00C9739A" w:rsidRDefault="002215F3" w:rsidP="00C87E36">
      <w:pPr>
        <w:rPr>
          <w:b/>
          <w:bCs/>
        </w:rPr>
      </w:pPr>
    </w:p>
    <w:p w:rsidR="002215F3" w:rsidRPr="00C9739A" w:rsidRDefault="002215F3" w:rsidP="00C87E36">
      <w:pPr>
        <w:rPr>
          <w:b/>
          <w:bCs/>
        </w:rPr>
      </w:pPr>
      <w:r w:rsidRPr="00C9739A">
        <w:rPr>
          <w:b/>
          <w:bCs/>
        </w:rPr>
        <w:t>Students say about teachers they liked:</w:t>
      </w:r>
    </w:p>
    <w:p w:rsidR="002215F3" w:rsidRDefault="002215F3" w:rsidP="00C87E36">
      <w:r>
        <w:tab/>
        <w:t>“the teacher knew my name, the teacher cared, the teacher was geeky about their subject,</w:t>
      </w:r>
    </w:p>
    <w:p w:rsidR="002215F3" w:rsidRDefault="002215F3" w:rsidP="00C87E36">
      <w:r>
        <w:tab/>
        <w:t>the teacher made learning fun, the teacher loved the students”</w:t>
      </w:r>
    </w:p>
    <w:p w:rsidR="002215F3" w:rsidRPr="00C9739A" w:rsidRDefault="002215F3" w:rsidP="00C87E36">
      <w:pPr>
        <w:rPr>
          <w:b/>
          <w:bCs/>
        </w:rPr>
      </w:pPr>
      <w:r w:rsidRPr="00C9739A">
        <w:rPr>
          <w:b/>
          <w:bCs/>
        </w:rPr>
        <w:t>As a teacher:</w:t>
      </w:r>
    </w:p>
    <w:p w:rsidR="002215F3" w:rsidRDefault="002215F3" w:rsidP="00D470A0">
      <w:pPr>
        <w:pStyle w:val="ListParagraph"/>
        <w:numPr>
          <w:ilvl w:val="0"/>
          <w:numId w:val="1"/>
        </w:numPr>
      </w:pPr>
      <w:r>
        <w:t>Build positive relationships, the students only will learn if they feel “safe”.</w:t>
      </w:r>
    </w:p>
    <w:p w:rsidR="002215F3" w:rsidRDefault="002215F3" w:rsidP="00D470A0">
      <w:pPr>
        <w:pStyle w:val="ListParagraph"/>
        <w:numPr>
          <w:ilvl w:val="0"/>
          <w:numId w:val="1"/>
        </w:numPr>
      </w:pPr>
      <w:r>
        <w:t>Teach with passion.</w:t>
      </w:r>
    </w:p>
    <w:p w:rsidR="002215F3" w:rsidRDefault="002215F3" w:rsidP="00D470A0">
      <w:pPr>
        <w:pStyle w:val="ListParagraph"/>
        <w:numPr>
          <w:ilvl w:val="0"/>
          <w:numId w:val="1"/>
        </w:numPr>
      </w:pPr>
      <w:r>
        <w:t>Have a good time.</w:t>
      </w:r>
    </w:p>
    <w:p w:rsidR="002215F3" w:rsidRDefault="002215F3" w:rsidP="00D470A0"/>
    <w:p w:rsidR="002215F3" w:rsidRDefault="002215F3" w:rsidP="00C87E36"/>
    <w:sectPr w:rsidR="002215F3" w:rsidSect="005F2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12982"/>
    <w:multiLevelType w:val="hybridMultilevel"/>
    <w:tmpl w:val="D4EACC6E"/>
    <w:lvl w:ilvl="0" w:tplc="54A470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E36"/>
    <w:rsid w:val="001D44B5"/>
    <w:rsid w:val="002215F3"/>
    <w:rsid w:val="004A6D9B"/>
    <w:rsid w:val="005F2534"/>
    <w:rsid w:val="00C12001"/>
    <w:rsid w:val="00C87E36"/>
    <w:rsid w:val="00C9739A"/>
    <w:rsid w:val="00D470A0"/>
    <w:rsid w:val="00F0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53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70A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149</Words>
  <Characters>854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 Core Stages:</dc:title>
  <dc:subject/>
  <dc:creator>drobinson</dc:creator>
  <cp:keywords/>
  <dc:description/>
  <cp:lastModifiedBy>Alethea Sproul</cp:lastModifiedBy>
  <cp:revision>2</cp:revision>
  <cp:lastPrinted>2013-03-07T14:48:00Z</cp:lastPrinted>
  <dcterms:created xsi:type="dcterms:W3CDTF">2013-03-07T14:48:00Z</dcterms:created>
  <dcterms:modified xsi:type="dcterms:W3CDTF">2013-03-07T14:48:00Z</dcterms:modified>
</cp:coreProperties>
</file>